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2B7B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54E7DB4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DD5466E" w14:textId="41949993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45A0">
        <w:rPr>
          <w:rFonts w:ascii="Corbel" w:hAnsi="Corbel"/>
          <w:i/>
          <w:smallCaps/>
          <w:sz w:val="24"/>
          <w:szCs w:val="24"/>
        </w:rPr>
        <w:t xml:space="preserve"> 2025-2027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9FBD6E8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2D70602B" w14:textId="09863CD4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677804">
        <w:rPr>
          <w:rFonts w:ascii="Corbel" w:hAnsi="Corbel"/>
          <w:sz w:val="20"/>
          <w:szCs w:val="20"/>
        </w:rPr>
        <w:t>2025/26</w:t>
      </w:r>
    </w:p>
    <w:p w14:paraId="4B261BF3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0B1A5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3AC1EA7" w14:textId="77777777" w:rsidTr="00B819C8">
        <w:tc>
          <w:tcPr>
            <w:tcW w:w="2694" w:type="dxa"/>
            <w:vAlign w:val="center"/>
          </w:tcPr>
          <w:p w14:paraId="14FD2B28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6D6AEE" w14:textId="51872A49" w:rsidR="0085747A" w:rsidRPr="001540EB" w:rsidRDefault="001540EB" w:rsidP="001540EB">
            <w:pPr>
              <w:shd w:val="clear" w:color="auto" w:fill="FFFFFF"/>
              <w:spacing w:before="100" w:beforeAutospacing="1" w:after="100" w:afterAutospacing="1" w:line="240" w:lineRule="auto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1540E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Przemiany w Europie Środkowej</w:t>
            </w:r>
          </w:p>
        </w:tc>
      </w:tr>
      <w:tr w:rsidR="0085747A" w:rsidRPr="00B169DF" w14:paraId="3ACE5527" w14:textId="77777777" w:rsidTr="00B819C8">
        <w:tc>
          <w:tcPr>
            <w:tcW w:w="2694" w:type="dxa"/>
            <w:vAlign w:val="center"/>
          </w:tcPr>
          <w:p w14:paraId="6D20BF9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3C6CD" w14:textId="07AB0B7F" w:rsidR="0085747A" w:rsidRPr="00B169DF" w:rsidRDefault="006778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SM2_16</w:t>
            </w:r>
          </w:p>
        </w:tc>
      </w:tr>
      <w:tr w:rsidR="0085747A" w:rsidRPr="00B169DF" w14:paraId="66AFC85E" w14:textId="77777777" w:rsidTr="00B819C8">
        <w:tc>
          <w:tcPr>
            <w:tcW w:w="2694" w:type="dxa"/>
            <w:vAlign w:val="center"/>
          </w:tcPr>
          <w:p w14:paraId="18A5993B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F41AAB" w14:textId="6FE6863D" w:rsidR="0085747A" w:rsidRPr="00B169DF" w:rsidRDefault="00154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85747A" w:rsidRPr="00B169DF" w14:paraId="2D1E3718" w14:textId="77777777" w:rsidTr="00B819C8">
        <w:tc>
          <w:tcPr>
            <w:tcW w:w="2694" w:type="dxa"/>
            <w:vAlign w:val="center"/>
          </w:tcPr>
          <w:p w14:paraId="00A6AB7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0CF4F6" w14:textId="01725869" w:rsidR="0085747A" w:rsidRPr="00B169DF" w:rsidRDefault="004F7A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Społecznych</w:t>
            </w:r>
          </w:p>
        </w:tc>
      </w:tr>
      <w:tr w:rsidR="0085747A" w:rsidRPr="00B169DF" w14:paraId="013EE83C" w14:textId="77777777" w:rsidTr="00B819C8">
        <w:tc>
          <w:tcPr>
            <w:tcW w:w="2694" w:type="dxa"/>
            <w:vAlign w:val="center"/>
          </w:tcPr>
          <w:p w14:paraId="7B345B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B12757" w14:textId="3BFEFA35" w:rsidR="0085747A" w:rsidRPr="00B169DF" w:rsidRDefault="00154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B169DF" w14:paraId="4D9FD7E1" w14:textId="77777777" w:rsidTr="00B819C8">
        <w:tc>
          <w:tcPr>
            <w:tcW w:w="2694" w:type="dxa"/>
            <w:vAlign w:val="center"/>
          </w:tcPr>
          <w:p w14:paraId="655FFF0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C81A25" w14:textId="66DFB2B9" w:rsidR="0085747A" w:rsidRPr="00B169DF" w:rsidRDefault="00154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B169DF" w14:paraId="253731A1" w14:textId="77777777" w:rsidTr="00B819C8">
        <w:tc>
          <w:tcPr>
            <w:tcW w:w="2694" w:type="dxa"/>
            <w:vAlign w:val="center"/>
          </w:tcPr>
          <w:p w14:paraId="0829B5C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00B88" w14:textId="15AF34A5" w:rsidR="0085747A" w:rsidRPr="00B169DF" w:rsidRDefault="00154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30678F84" w14:textId="77777777" w:rsidTr="00B819C8">
        <w:tc>
          <w:tcPr>
            <w:tcW w:w="2694" w:type="dxa"/>
            <w:vAlign w:val="center"/>
          </w:tcPr>
          <w:p w14:paraId="5177C3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9139E9" w14:textId="3C149FB7" w:rsidR="0085747A" w:rsidRPr="00B169DF" w:rsidRDefault="00154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B169DF" w14:paraId="483A0087" w14:textId="77777777" w:rsidTr="00B819C8">
        <w:tc>
          <w:tcPr>
            <w:tcW w:w="2694" w:type="dxa"/>
            <w:vAlign w:val="center"/>
          </w:tcPr>
          <w:p w14:paraId="0FF975C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27F6F5" w14:textId="7B9B0A79" w:rsidR="0085747A" w:rsidRPr="00B169DF" w:rsidRDefault="00154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5747A" w:rsidRPr="00B169DF" w14:paraId="768FFFB6" w14:textId="77777777" w:rsidTr="00B819C8">
        <w:tc>
          <w:tcPr>
            <w:tcW w:w="2694" w:type="dxa"/>
            <w:vAlign w:val="center"/>
          </w:tcPr>
          <w:p w14:paraId="743307B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BB0A88" w14:textId="5FEA3555" w:rsidR="0085747A" w:rsidRPr="00B169DF" w:rsidRDefault="00D74F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47E8A2D8" w14:textId="77777777" w:rsidTr="00B819C8">
        <w:tc>
          <w:tcPr>
            <w:tcW w:w="2694" w:type="dxa"/>
            <w:vAlign w:val="center"/>
          </w:tcPr>
          <w:p w14:paraId="0D51D012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A80C32" w14:textId="06832AF8" w:rsidR="00923D7D" w:rsidRPr="00B169DF" w:rsidRDefault="00154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7FE8C92F" w14:textId="77777777" w:rsidTr="00B819C8">
        <w:tc>
          <w:tcPr>
            <w:tcW w:w="2694" w:type="dxa"/>
            <w:vAlign w:val="center"/>
          </w:tcPr>
          <w:p w14:paraId="42BC19A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30E5B2" w14:textId="17F17D9B" w:rsidR="0085747A" w:rsidRPr="00B169DF" w:rsidRDefault="00154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  <w:tr w:rsidR="0085747A" w:rsidRPr="00B169DF" w14:paraId="7AC848B6" w14:textId="77777777" w:rsidTr="00B819C8">
        <w:tc>
          <w:tcPr>
            <w:tcW w:w="2694" w:type="dxa"/>
            <w:vAlign w:val="center"/>
          </w:tcPr>
          <w:p w14:paraId="207B030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2F7C82" w14:textId="21DB15B3" w:rsidR="0085747A" w:rsidRPr="00B169DF" w:rsidRDefault="00154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</w:tbl>
    <w:p w14:paraId="709A64E0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E1CE1D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1076F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B1437D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54D69B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F71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8F2F22C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454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5D4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63B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8E2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1F2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86C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BDA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F04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BA5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D21EF4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AC6D" w14:textId="6B7AF2C8" w:rsidR="00015B8F" w:rsidRPr="00B169DF" w:rsidRDefault="001540E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BC00" w14:textId="5A86C18B" w:rsidR="00015B8F" w:rsidRPr="00B169DF" w:rsidRDefault="001540E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FCC7" w14:textId="0048C028" w:rsidR="00015B8F" w:rsidRPr="00B169DF" w:rsidRDefault="004F7A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41A7" w14:textId="02006CB1" w:rsidR="00015B8F" w:rsidRPr="00B169DF" w:rsidRDefault="004F7A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5199" w14:textId="66C0C1AA" w:rsidR="00015B8F" w:rsidRPr="00B169DF" w:rsidRDefault="001540E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41B0" w14:textId="0BD27CE3" w:rsidR="00015B8F" w:rsidRPr="00B169DF" w:rsidRDefault="001540E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AE04" w14:textId="250DDA0C" w:rsidR="00015B8F" w:rsidRPr="00B169DF" w:rsidRDefault="001540E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A851" w14:textId="1F72C013" w:rsidR="00015B8F" w:rsidRPr="00B169DF" w:rsidRDefault="001540E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1599" w14:textId="103F57D8" w:rsidR="00015B8F" w:rsidRPr="00B169DF" w:rsidRDefault="001540E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7742" w14:textId="05DEC2D2" w:rsidR="00015B8F" w:rsidRPr="00B169DF" w:rsidRDefault="001540E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6FB408A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2C0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ADD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95E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B07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996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D11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2C3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019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8A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3EEE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8BCC07D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3162BD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A5B2A4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8C33071" w14:textId="77777777" w:rsidR="0085747A" w:rsidRPr="001540E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1540EB">
        <w:rPr>
          <w:rFonts w:ascii="Segoe UI Symbol" w:eastAsia="MS Gothic" w:hAnsi="Segoe UI Symbol" w:cs="Segoe UI Symbol"/>
          <w:szCs w:val="24"/>
          <w:u w:val="single"/>
        </w:rPr>
        <w:t>☐</w:t>
      </w:r>
      <w:r w:rsidRPr="001540E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53264A6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01F63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50564F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0BC793" w14:textId="1F157687" w:rsidR="009C54AE" w:rsidRPr="00B169DF" w:rsidRDefault="0067780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60F4390D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3DA21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9A93B69" w14:textId="77777777" w:rsidTr="00745302">
        <w:tc>
          <w:tcPr>
            <w:tcW w:w="9670" w:type="dxa"/>
          </w:tcPr>
          <w:p w14:paraId="1B7FCADC" w14:textId="252C482A" w:rsidR="0085747A" w:rsidRPr="00B169DF" w:rsidRDefault="004F7AD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stosunków międzynarodowych, historii powszechnej XX wieku oraz współczesnych systemów politycznych.</w:t>
            </w:r>
          </w:p>
          <w:p w14:paraId="10961B7D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C59236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B014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81772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A66D9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698543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E3543" w:rsidRPr="00B169DF" w14:paraId="0AA398DC" w14:textId="77777777" w:rsidTr="00AE3543">
        <w:tc>
          <w:tcPr>
            <w:tcW w:w="845" w:type="dxa"/>
            <w:vAlign w:val="center"/>
          </w:tcPr>
          <w:p w14:paraId="2CE4BE51" w14:textId="77777777" w:rsidR="00AE3543" w:rsidRPr="00B169DF" w:rsidRDefault="00AE3543" w:rsidP="00AE35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E660390" w14:textId="7E9E03FC" w:rsidR="00AE3543" w:rsidRPr="009A10B5" w:rsidRDefault="00AE3543" w:rsidP="00AE35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0B5">
              <w:rPr>
                <w:rFonts w:ascii="Corbel" w:hAnsi="Corbel" w:cs="Arial"/>
                <w:b w:val="0"/>
                <w:sz w:val="24"/>
              </w:rPr>
              <w:t>poznanie podstawowych definicji i znaczenia Europy Środkowej jako regionu</w:t>
            </w:r>
          </w:p>
        </w:tc>
      </w:tr>
      <w:tr w:rsidR="00AE3543" w:rsidRPr="00B169DF" w14:paraId="41F0B2B1" w14:textId="77777777" w:rsidTr="00AE3543">
        <w:tc>
          <w:tcPr>
            <w:tcW w:w="845" w:type="dxa"/>
            <w:vAlign w:val="center"/>
          </w:tcPr>
          <w:p w14:paraId="412BF8D4" w14:textId="1B634843" w:rsidR="00AE3543" w:rsidRPr="00B169DF" w:rsidRDefault="00AE3543" w:rsidP="00AE354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EF5ACBD" w14:textId="0F63BC7E" w:rsidR="00AE3543" w:rsidRPr="009A10B5" w:rsidRDefault="00AE3543" w:rsidP="00AE35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0B5">
              <w:rPr>
                <w:rFonts w:ascii="Corbel" w:hAnsi="Corbel" w:cs="Arial"/>
                <w:b w:val="0"/>
                <w:sz w:val="24"/>
              </w:rPr>
              <w:t>prezentacja współczesnych kierunków rozwoju i problemów Europy Środkowej</w:t>
            </w:r>
          </w:p>
        </w:tc>
      </w:tr>
      <w:tr w:rsidR="00AE3543" w:rsidRPr="00B169DF" w14:paraId="458F21AD" w14:textId="77777777" w:rsidTr="00AE3543">
        <w:tc>
          <w:tcPr>
            <w:tcW w:w="845" w:type="dxa"/>
            <w:vAlign w:val="center"/>
          </w:tcPr>
          <w:p w14:paraId="4A03F695" w14:textId="5A2A96FB" w:rsidR="00AE3543" w:rsidRPr="00B169DF" w:rsidRDefault="00AE3543" w:rsidP="00AE35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5179A82" w14:textId="6372557A" w:rsidR="00AE3543" w:rsidRPr="009A10B5" w:rsidRDefault="00AE3543" w:rsidP="00AE35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0B5">
              <w:rPr>
                <w:rFonts w:ascii="Corbel" w:hAnsi="Corbel" w:cs="Arial"/>
                <w:b w:val="0"/>
                <w:sz w:val="24"/>
                <w:szCs w:val="24"/>
              </w:rPr>
              <w:t>prezentacja wybranych modeli integracyjnych regionu</w:t>
            </w:r>
          </w:p>
        </w:tc>
      </w:tr>
    </w:tbl>
    <w:p w14:paraId="1F0BC96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397EC8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2C191C1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7913053" w14:textId="77777777" w:rsidTr="00275D7A">
        <w:tc>
          <w:tcPr>
            <w:tcW w:w="1681" w:type="dxa"/>
            <w:vAlign w:val="center"/>
          </w:tcPr>
          <w:p w14:paraId="27015D7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A6AD16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EF13BD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5D7A" w:rsidRPr="00B169DF" w14:paraId="2125AAA0" w14:textId="77777777" w:rsidTr="003109E2">
        <w:tc>
          <w:tcPr>
            <w:tcW w:w="9520" w:type="dxa"/>
            <w:gridSpan w:val="3"/>
            <w:vAlign w:val="center"/>
          </w:tcPr>
          <w:p w14:paraId="0A20A34E" w14:textId="1F446B07" w:rsidR="00275D7A" w:rsidRPr="00275D7A" w:rsidRDefault="00275D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D7A">
              <w:rPr>
                <w:rFonts w:ascii="Corbel" w:hAnsi="Corbel"/>
                <w:bCs/>
                <w:smallCaps w:val="0"/>
                <w:szCs w:val="24"/>
              </w:rPr>
              <w:t>Wiedza: absolwent zna i rozumie</w:t>
            </w:r>
          </w:p>
        </w:tc>
      </w:tr>
      <w:tr w:rsidR="00275D7A" w:rsidRPr="00B169DF" w14:paraId="7783096E" w14:textId="77777777" w:rsidTr="00275D7A">
        <w:tc>
          <w:tcPr>
            <w:tcW w:w="1681" w:type="dxa"/>
          </w:tcPr>
          <w:p w14:paraId="57F7A0D0" w14:textId="77777777" w:rsidR="00275D7A" w:rsidRPr="00B169DF" w:rsidRDefault="00275D7A" w:rsidP="00275D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1E14266" w14:textId="7B979385" w:rsidR="00275D7A" w:rsidRPr="00B169DF" w:rsidRDefault="00275D7A" w:rsidP="00275D7A">
            <w:pPr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F368A5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pogłębionym</w:t>
            </w:r>
            <w:r w:rsidRPr="00F368A5">
              <w:rPr>
                <w:rFonts w:ascii="Corbel" w:hAnsi="Corbel"/>
                <w:sz w:val="24"/>
                <w:szCs w:val="24"/>
              </w:rPr>
              <w:t xml:space="preserve"> stopniu </w:t>
            </w:r>
            <w:r>
              <w:rPr>
                <w:rFonts w:ascii="Corbel" w:hAnsi="Corbel"/>
                <w:sz w:val="24"/>
                <w:szCs w:val="24"/>
              </w:rPr>
              <w:t>specyfikę</w:t>
            </w:r>
            <w:r w:rsidRPr="00F368A5">
              <w:rPr>
                <w:rFonts w:ascii="Corbel" w:hAnsi="Corbel"/>
                <w:sz w:val="24"/>
                <w:szCs w:val="24"/>
              </w:rPr>
              <w:t xml:space="preserve"> nauk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F368A5">
              <w:rPr>
                <w:rFonts w:ascii="Corbel" w:hAnsi="Corbel"/>
                <w:sz w:val="24"/>
                <w:szCs w:val="24"/>
              </w:rPr>
              <w:t xml:space="preserve"> o </w:t>
            </w:r>
            <w:r>
              <w:rPr>
                <w:rFonts w:ascii="Corbel" w:hAnsi="Corbel"/>
                <w:sz w:val="24"/>
                <w:szCs w:val="24"/>
              </w:rPr>
              <w:t>polityce i administracji oraz nauki o stosunkach międzynarodowych,</w:t>
            </w:r>
            <w:r w:rsidRPr="00F368A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ich relacje i </w:t>
            </w:r>
            <w:r w:rsidRPr="00F368A5">
              <w:rPr>
                <w:rFonts w:ascii="Corbel" w:hAnsi="Corbel"/>
                <w:sz w:val="24"/>
                <w:szCs w:val="24"/>
              </w:rPr>
              <w:t xml:space="preserve">miejsce w </w:t>
            </w:r>
            <w:r>
              <w:rPr>
                <w:rFonts w:ascii="Corbel" w:hAnsi="Corbel"/>
                <w:sz w:val="24"/>
                <w:szCs w:val="24"/>
              </w:rPr>
              <w:t>dziedzinie</w:t>
            </w:r>
            <w:r w:rsidRPr="00F368A5">
              <w:rPr>
                <w:rFonts w:ascii="Corbel" w:hAnsi="Corbel"/>
                <w:sz w:val="24"/>
                <w:szCs w:val="24"/>
              </w:rPr>
              <w:t xml:space="preserve"> nauk społecznych </w:t>
            </w:r>
            <w:r>
              <w:rPr>
                <w:rFonts w:ascii="Corbel" w:hAnsi="Corbel"/>
                <w:sz w:val="24"/>
                <w:szCs w:val="24"/>
              </w:rPr>
              <w:t>oraz ich związki z innymi dyscyplinami i dziedzinami nauki</w:t>
            </w:r>
          </w:p>
        </w:tc>
        <w:tc>
          <w:tcPr>
            <w:tcW w:w="1865" w:type="dxa"/>
          </w:tcPr>
          <w:p w14:paraId="76613797" w14:textId="77777777" w:rsidR="00275D7A" w:rsidRDefault="00275D7A" w:rsidP="00275D7A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9BD200A" w14:textId="432B0B0F" w:rsidR="00275D7A" w:rsidRPr="00B169DF" w:rsidRDefault="00275D7A" w:rsidP="00275D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1EC7">
              <w:rPr>
                <w:rFonts w:ascii="Corbel" w:hAnsi="Corbel"/>
                <w:szCs w:val="24"/>
              </w:rPr>
              <w:t>K_W01</w:t>
            </w:r>
          </w:p>
        </w:tc>
      </w:tr>
      <w:tr w:rsidR="0085747A" w:rsidRPr="00B169DF" w14:paraId="1A5E24D8" w14:textId="77777777" w:rsidTr="00275D7A">
        <w:tc>
          <w:tcPr>
            <w:tcW w:w="1681" w:type="dxa"/>
          </w:tcPr>
          <w:p w14:paraId="790DAD14" w14:textId="77777777" w:rsidR="0085747A" w:rsidRPr="00B169DF" w:rsidRDefault="0085747A" w:rsidP="009A10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CB5DCAB" w14:textId="3016F3E6" w:rsidR="0085747A" w:rsidRPr="00275D7A" w:rsidRDefault="00275D7A" w:rsidP="00275D7A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 pogłębionym stopniu teorię i praktykę podejmowania decyzji i prowadzenia działań politycznych i gospodarczych o wymiarze wewnętrznym i międzynarodowym oraz strukturach i działaniu instytucji politycznych, militarnych, gospodarczych, społecznych i kulturalnych  o wymiarze międzynarodowym </w:t>
            </w:r>
          </w:p>
        </w:tc>
        <w:tc>
          <w:tcPr>
            <w:tcW w:w="1865" w:type="dxa"/>
          </w:tcPr>
          <w:p w14:paraId="07DF3E1A" w14:textId="5A152AAA" w:rsidR="0085747A" w:rsidRPr="00B169DF" w:rsidRDefault="00275D7A" w:rsidP="00275D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K_W05</w:t>
            </w:r>
          </w:p>
        </w:tc>
      </w:tr>
      <w:tr w:rsidR="00275D7A" w:rsidRPr="00B169DF" w14:paraId="04BEF786" w14:textId="77777777" w:rsidTr="00303646">
        <w:tc>
          <w:tcPr>
            <w:tcW w:w="9520" w:type="dxa"/>
            <w:gridSpan w:val="3"/>
          </w:tcPr>
          <w:p w14:paraId="733CF63A" w14:textId="6401FEC6" w:rsidR="00275D7A" w:rsidRPr="00275D7A" w:rsidRDefault="00275D7A" w:rsidP="00275D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D7A">
              <w:rPr>
                <w:rFonts w:ascii="Corbel" w:hAnsi="Corbel"/>
                <w:bCs/>
                <w:smallCaps w:val="0"/>
                <w:szCs w:val="24"/>
              </w:rPr>
              <w:t>Umiejętności: absolwent potrafi</w:t>
            </w:r>
          </w:p>
        </w:tc>
      </w:tr>
      <w:tr w:rsidR="00275D7A" w:rsidRPr="00B169DF" w14:paraId="4033A740" w14:textId="77777777" w:rsidTr="00275D7A">
        <w:tc>
          <w:tcPr>
            <w:tcW w:w="1681" w:type="dxa"/>
          </w:tcPr>
          <w:p w14:paraId="0DE33503" w14:textId="59C63A37" w:rsidR="00275D7A" w:rsidRPr="00B169DF" w:rsidRDefault="00275D7A" w:rsidP="009A10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07561B8" w14:textId="2A8E4C6E" w:rsidR="00275D7A" w:rsidRPr="00275D7A" w:rsidRDefault="00275D7A" w:rsidP="00275D7A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wykorzystując odpowiednio dobrane źródła informacji dokonać </w:t>
            </w:r>
            <w:r w:rsidRPr="00F368A5">
              <w:rPr>
                <w:rFonts w:ascii="Corbel" w:hAnsi="Corbel"/>
                <w:sz w:val="24"/>
                <w:szCs w:val="24"/>
              </w:rPr>
              <w:t>analizy genezy, przebiegu oraz skutków zjawisk</w:t>
            </w:r>
            <w:r>
              <w:rPr>
                <w:rFonts w:ascii="Corbel" w:hAnsi="Corbel"/>
                <w:sz w:val="24"/>
                <w:szCs w:val="24"/>
              </w:rPr>
              <w:t xml:space="preserve"> i procesów politycznych, społecznych, kulturowych, ekonomicznych, prawnych i wojskowych w wymiarze międzynarodowym dokonać ich pogłębionej krytycznej analizy i formułować uzasadnione naukowo opinie na ich temat, w tym przewidywać i tworzyć scenariusze ich rozwoju</w:t>
            </w:r>
          </w:p>
        </w:tc>
        <w:tc>
          <w:tcPr>
            <w:tcW w:w="1865" w:type="dxa"/>
          </w:tcPr>
          <w:p w14:paraId="1232C170" w14:textId="13F7F568" w:rsidR="00275D7A" w:rsidRPr="00B169DF" w:rsidRDefault="00275D7A" w:rsidP="00275D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1EC7">
              <w:rPr>
                <w:rFonts w:ascii="Corbel" w:hAnsi="Corbel"/>
                <w:szCs w:val="24"/>
              </w:rPr>
              <w:t>K_U01</w:t>
            </w:r>
          </w:p>
        </w:tc>
      </w:tr>
      <w:tr w:rsidR="00275D7A" w:rsidRPr="00B169DF" w14:paraId="78F2B164" w14:textId="77777777" w:rsidTr="00275D7A">
        <w:tc>
          <w:tcPr>
            <w:tcW w:w="1681" w:type="dxa"/>
          </w:tcPr>
          <w:p w14:paraId="5572695B" w14:textId="44535447" w:rsidR="00275D7A" w:rsidRPr="00B169DF" w:rsidRDefault="00275D7A" w:rsidP="00275D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2140BB4D" w14:textId="0E695C9D" w:rsidR="00275D7A" w:rsidRPr="00B169DF" w:rsidRDefault="00275D7A" w:rsidP="00275D7A">
            <w:pPr>
              <w:jc w:val="center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samodzielnie </w:t>
            </w:r>
            <w:r w:rsidRPr="00F368A5">
              <w:rPr>
                <w:rFonts w:ascii="Corbel" w:hAnsi="Corbel"/>
                <w:sz w:val="24"/>
                <w:szCs w:val="24"/>
              </w:rPr>
              <w:t>planować</w:t>
            </w:r>
            <w:r>
              <w:rPr>
                <w:rFonts w:ascii="Corbel" w:hAnsi="Corbel"/>
                <w:sz w:val="24"/>
                <w:szCs w:val="24"/>
              </w:rPr>
              <w:t xml:space="preserve"> i realizować własne uczenie się przez całe życie i ukierunkowywać innych w tym zakresie, w tym do edukacji w szkole doktorskiej</w:t>
            </w:r>
          </w:p>
        </w:tc>
        <w:tc>
          <w:tcPr>
            <w:tcW w:w="1865" w:type="dxa"/>
          </w:tcPr>
          <w:p w14:paraId="4B5E3A62" w14:textId="6DF5EBF1" w:rsidR="00275D7A" w:rsidRPr="00B169DF" w:rsidRDefault="00275D7A" w:rsidP="00275D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K_U05</w:t>
            </w:r>
          </w:p>
        </w:tc>
      </w:tr>
      <w:tr w:rsidR="00275D7A" w:rsidRPr="00B169DF" w14:paraId="14EC63F2" w14:textId="77777777" w:rsidTr="002A2958">
        <w:tc>
          <w:tcPr>
            <w:tcW w:w="9520" w:type="dxa"/>
            <w:gridSpan w:val="3"/>
          </w:tcPr>
          <w:p w14:paraId="4CE8AAC7" w14:textId="145BF301" w:rsidR="00275D7A" w:rsidRPr="00275D7A" w:rsidRDefault="00275D7A" w:rsidP="00275D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D7A">
              <w:rPr>
                <w:rFonts w:ascii="Corbel" w:hAnsi="Corbel"/>
                <w:bCs/>
                <w:smallCaps w:val="0"/>
                <w:szCs w:val="24"/>
              </w:rPr>
              <w:lastRenderedPageBreak/>
              <w:t>Kompetencje społeczne: absolwent jest gotów do</w:t>
            </w:r>
          </w:p>
        </w:tc>
      </w:tr>
      <w:tr w:rsidR="00275D7A" w:rsidRPr="00B169DF" w14:paraId="55332D70" w14:textId="77777777" w:rsidTr="00275D7A">
        <w:tc>
          <w:tcPr>
            <w:tcW w:w="1681" w:type="dxa"/>
          </w:tcPr>
          <w:p w14:paraId="31545C17" w14:textId="311B0F9C" w:rsidR="00275D7A" w:rsidRPr="00B169DF" w:rsidRDefault="00275D7A" w:rsidP="00275D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0C5DADB5" w14:textId="515A461C" w:rsidR="00275D7A" w:rsidRPr="00275D7A" w:rsidRDefault="00275D7A" w:rsidP="00275D7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F368A5">
              <w:rPr>
                <w:rFonts w:ascii="Corbel" w:hAnsi="Corbel"/>
                <w:sz w:val="24"/>
                <w:szCs w:val="24"/>
              </w:rPr>
              <w:t>aktywnego udziału w rozwoju społeczeństwa obywatelskiego</w:t>
            </w:r>
            <w:r>
              <w:rPr>
                <w:rFonts w:ascii="Corbel" w:hAnsi="Corbel"/>
                <w:sz w:val="24"/>
                <w:szCs w:val="24"/>
              </w:rPr>
              <w:t xml:space="preserve"> i relacji międzynarodowych</w:t>
            </w:r>
            <w:r w:rsidRPr="00F368A5">
              <w:rPr>
                <w:rFonts w:ascii="Corbel" w:hAnsi="Corbel"/>
                <w:sz w:val="24"/>
                <w:szCs w:val="24"/>
              </w:rPr>
              <w:t xml:space="preserve">, w tym </w:t>
            </w:r>
            <w:r>
              <w:rPr>
                <w:rFonts w:ascii="Corbel" w:hAnsi="Corbel"/>
                <w:sz w:val="24"/>
                <w:szCs w:val="24"/>
              </w:rPr>
              <w:t>inicjowania, organizowania i realizowania</w:t>
            </w:r>
            <w:r w:rsidRPr="00F368A5">
              <w:rPr>
                <w:rFonts w:ascii="Corbel" w:hAnsi="Corbel"/>
                <w:sz w:val="24"/>
                <w:szCs w:val="24"/>
              </w:rPr>
              <w:t xml:space="preserve"> projektów społecznych, politycznych, gospodarczych, kulturalnych </w:t>
            </w:r>
            <w:r>
              <w:rPr>
                <w:rFonts w:ascii="Corbel" w:hAnsi="Corbel"/>
                <w:sz w:val="24"/>
                <w:szCs w:val="24"/>
              </w:rPr>
              <w:t xml:space="preserve">oraz inspirowanie innych osób do podejmowania takich działań </w:t>
            </w:r>
          </w:p>
        </w:tc>
        <w:tc>
          <w:tcPr>
            <w:tcW w:w="1865" w:type="dxa"/>
          </w:tcPr>
          <w:p w14:paraId="00DDB9F2" w14:textId="3B612B0D" w:rsidR="00275D7A" w:rsidRPr="00B169DF" w:rsidRDefault="00275D7A" w:rsidP="00275D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1EC7">
              <w:rPr>
                <w:rFonts w:ascii="Corbel" w:hAnsi="Corbel"/>
                <w:szCs w:val="24"/>
              </w:rPr>
              <w:t>K_K0</w:t>
            </w:r>
            <w:r>
              <w:rPr>
                <w:rFonts w:ascii="Corbel" w:hAnsi="Corbel"/>
                <w:szCs w:val="24"/>
              </w:rPr>
              <w:t>3</w:t>
            </w:r>
          </w:p>
        </w:tc>
      </w:tr>
    </w:tbl>
    <w:p w14:paraId="2D2A8B4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D93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796BB78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CA2E148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E5CFAEF" w14:textId="77777777" w:rsidTr="00C46008">
        <w:trPr>
          <w:trHeight w:val="449"/>
        </w:trPr>
        <w:tc>
          <w:tcPr>
            <w:tcW w:w="9639" w:type="dxa"/>
          </w:tcPr>
          <w:p w14:paraId="1FA9563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3833B62" w14:textId="77777777" w:rsidTr="00C46008">
        <w:trPr>
          <w:trHeight w:val="439"/>
        </w:trPr>
        <w:tc>
          <w:tcPr>
            <w:tcW w:w="9639" w:type="dxa"/>
          </w:tcPr>
          <w:p w14:paraId="101367D6" w14:textId="77784E86" w:rsidR="0085747A" w:rsidRPr="00B169DF" w:rsidRDefault="00A1282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Europa Środkowa </w:t>
            </w:r>
            <w:r w:rsidR="00E44AD1">
              <w:rPr>
                <w:rFonts w:ascii="Corbel" w:hAnsi="Corbel"/>
                <w:sz w:val="24"/>
                <w:szCs w:val="24"/>
              </w:rPr>
              <w:t>jako kategoria geopolityczna: pojęcia i spory definicyjne</w:t>
            </w:r>
          </w:p>
        </w:tc>
      </w:tr>
      <w:tr w:rsidR="0085747A" w:rsidRPr="00B169DF" w14:paraId="0332628E" w14:textId="77777777" w:rsidTr="00923D7D">
        <w:tc>
          <w:tcPr>
            <w:tcW w:w="9639" w:type="dxa"/>
          </w:tcPr>
          <w:p w14:paraId="51FC1ECF" w14:textId="19C05CB1" w:rsidR="00E44AD1" w:rsidRDefault="00E44AD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Europa Środkowa w okresie zimnej wojny:</w:t>
            </w:r>
          </w:p>
          <w:p w14:paraId="650A1E0C" w14:textId="77777777" w:rsidR="00E44AD1" w:rsidRDefault="00E44AD1" w:rsidP="00E44AD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żelazna kurtyna</w:t>
            </w:r>
          </w:p>
          <w:p w14:paraId="411713E5" w14:textId="77777777" w:rsidR="00E44AD1" w:rsidRDefault="00E44AD1" w:rsidP="00E44AD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polityczny podział regionu</w:t>
            </w:r>
          </w:p>
          <w:p w14:paraId="6C89F2BE" w14:textId="4E53EB76" w:rsidR="0085747A" w:rsidRPr="00B169DF" w:rsidRDefault="00E44AD1" w:rsidP="00E44AD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Warszawski i RWPG</w:t>
            </w:r>
          </w:p>
        </w:tc>
      </w:tr>
      <w:tr w:rsidR="0085747A" w:rsidRPr="00B169DF" w14:paraId="55784E24" w14:textId="77777777" w:rsidTr="00923D7D">
        <w:tc>
          <w:tcPr>
            <w:tcW w:w="9639" w:type="dxa"/>
          </w:tcPr>
          <w:p w14:paraId="784E9B4A" w14:textId="77777777" w:rsidR="0085747A" w:rsidRDefault="00E44AD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Upadek komunizmu i transformacja ustrojowa Europy Środkowej:</w:t>
            </w:r>
          </w:p>
          <w:p w14:paraId="2DD36D1A" w14:textId="77777777" w:rsidR="00E44AD1" w:rsidRPr="00E44AD1" w:rsidRDefault="00E44AD1" w:rsidP="00E44A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rewolucje 1989 r.: </w:t>
            </w:r>
            <w:r w:rsidRPr="00E44AD1">
              <w:rPr>
                <w:rFonts w:ascii="Corbel" w:hAnsi="Corbel"/>
                <w:sz w:val="24"/>
              </w:rPr>
              <w:t>Polska, Węgry, Czechosłowacja, Niemcy Wschodnie</w:t>
            </w:r>
          </w:p>
          <w:p w14:paraId="3EFB9B0E" w14:textId="119DF009" w:rsidR="00E44AD1" w:rsidRPr="00B169DF" w:rsidRDefault="00E44AD1" w:rsidP="00E44A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 demokratyzacyjne oraz transformacje gospodarcze</w:t>
            </w:r>
          </w:p>
        </w:tc>
      </w:tr>
      <w:tr w:rsidR="00E44AD1" w:rsidRPr="00B169DF" w14:paraId="28D89E6C" w14:textId="77777777" w:rsidTr="00923D7D">
        <w:tc>
          <w:tcPr>
            <w:tcW w:w="9639" w:type="dxa"/>
          </w:tcPr>
          <w:p w14:paraId="5EF84A7B" w14:textId="77777777" w:rsidR="00E44AD1" w:rsidRDefault="00E44AD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 integracyjne Europy Środkowej:</w:t>
            </w:r>
          </w:p>
          <w:p w14:paraId="22152581" w14:textId="77777777" w:rsidR="00E44AD1" w:rsidRDefault="00E44AD1" w:rsidP="00E44AD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akces do NATO oraz do Unii Europejskiej</w:t>
            </w:r>
          </w:p>
          <w:p w14:paraId="498C5D00" w14:textId="39F7D775" w:rsidR="00E44AD1" w:rsidRPr="00B169DF" w:rsidRDefault="00E44AD1" w:rsidP="00E44AD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powstanie i działalność Grupy Wyszehradzkiej</w:t>
            </w:r>
            <w:r w:rsidR="00C46008">
              <w:rPr>
                <w:rFonts w:ascii="Corbel" w:hAnsi="Corbel"/>
                <w:sz w:val="24"/>
                <w:szCs w:val="24"/>
              </w:rPr>
              <w:t xml:space="preserve"> oraz Inicjatywy </w:t>
            </w:r>
            <w:proofErr w:type="spellStart"/>
            <w:r w:rsidR="00C46008">
              <w:rPr>
                <w:rFonts w:ascii="Corbel" w:hAnsi="Corbel"/>
                <w:sz w:val="24"/>
                <w:szCs w:val="24"/>
              </w:rPr>
              <w:t>Trójmorza</w:t>
            </w:r>
            <w:proofErr w:type="spellEnd"/>
          </w:p>
        </w:tc>
      </w:tr>
      <w:tr w:rsidR="00E44AD1" w:rsidRPr="00B169DF" w14:paraId="6A3EE5D5" w14:textId="77777777" w:rsidTr="00923D7D">
        <w:tc>
          <w:tcPr>
            <w:tcW w:w="9639" w:type="dxa"/>
          </w:tcPr>
          <w:p w14:paraId="40B84403" w14:textId="7D14F450" w:rsidR="00E44AD1" w:rsidRDefault="00C4600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mniejszości etnicznych i migracji na Europę Środkową:</w:t>
            </w:r>
          </w:p>
          <w:p w14:paraId="27EDA444" w14:textId="7694DAEF" w:rsidR="00C46008" w:rsidRDefault="00C46008" w:rsidP="00C4600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narodowe tożsamości</w:t>
            </w:r>
          </w:p>
          <w:p w14:paraId="479FF2B1" w14:textId="46644BFA" w:rsidR="00C46008" w:rsidRDefault="00C46008" w:rsidP="00C4600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dziedzictwo kulturowe</w:t>
            </w:r>
          </w:p>
          <w:p w14:paraId="1F53BB23" w14:textId="65992F4B" w:rsidR="00C46008" w:rsidRPr="00B169DF" w:rsidRDefault="00C4600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35A94B2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072D6E" w14:textId="73278683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</w:p>
    <w:p w14:paraId="3F66BA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2FE972" w14:textId="77777777" w:rsidTr="004F7AD9">
        <w:tc>
          <w:tcPr>
            <w:tcW w:w="9520" w:type="dxa"/>
          </w:tcPr>
          <w:p w14:paraId="6315CB9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F7AD9" w:rsidRPr="00B169DF" w14:paraId="42C9D9D5" w14:textId="77777777" w:rsidTr="004F7AD9">
        <w:tc>
          <w:tcPr>
            <w:tcW w:w="9520" w:type="dxa"/>
          </w:tcPr>
          <w:p w14:paraId="53536EAE" w14:textId="27C450A1" w:rsidR="004F7AD9" w:rsidRPr="00B169DF" w:rsidRDefault="004F7AD9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Europa Środkowa: pojęcia i znaczenie regionu</w:t>
            </w:r>
          </w:p>
        </w:tc>
      </w:tr>
      <w:tr w:rsidR="0085747A" w:rsidRPr="00B169DF" w14:paraId="498342BB" w14:textId="77777777" w:rsidTr="004F7AD9">
        <w:trPr>
          <w:trHeight w:val="483"/>
        </w:trPr>
        <w:tc>
          <w:tcPr>
            <w:tcW w:w="9520" w:type="dxa"/>
          </w:tcPr>
          <w:p w14:paraId="071B9DD9" w14:textId="6A429CFC" w:rsidR="0085747A" w:rsidRPr="0066560E" w:rsidRDefault="00C46008" w:rsidP="0066560E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656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Analiza przyczyn oraz skutków transformacji ustrojowej</w:t>
            </w:r>
          </w:p>
        </w:tc>
      </w:tr>
      <w:tr w:rsidR="0085747A" w:rsidRPr="00B169DF" w14:paraId="694502D2" w14:textId="77777777" w:rsidTr="004F7AD9">
        <w:tc>
          <w:tcPr>
            <w:tcW w:w="9520" w:type="dxa"/>
          </w:tcPr>
          <w:p w14:paraId="4BA3E2EA" w14:textId="2D728C27" w:rsidR="0085747A" w:rsidRPr="00B169DF" w:rsidRDefault="006656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Wpływ integracji europejskiej na państwa regionu </w:t>
            </w:r>
            <w:r w:rsidRPr="0066560E">
              <w:rPr>
                <w:rFonts w:ascii="Corbel" w:hAnsi="Corbel"/>
                <w:sz w:val="24"/>
                <w:szCs w:val="24"/>
              </w:rPr>
              <w:t xml:space="preserve">(korzyści i wyzwania członkostwa w UE i </w:t>
            </w:r>
            <w:r>
              <w:rPr>
                <w:rFonts w:ascii="Corbel" w:hAnsi="Corbel"/>
                <w:sz w:val="24"/>
                <w:szCs w:val="24"/>
              </w:rPr>
              <w:t xml:space="preserve">w </w:t>
            </w:r>
            <w:r w:rsidRPr="0066560E">
              <w:rPr>
                <w:rFonts w:ascii="Corbel" w:hAnsi="Corbel"/>
                <w:sz w:val="24"/>
                <w:szCs w:val="24"/>
              </w:rPr>
              <w:t>NATO)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B169DF" w14:paraId="2B136535" w14:textId="77777777" w:rsidTr="004F7AD9">
        <w:trPr>
          <w:trHeight w:val="404"/>
        </w:trPr>
        <w:tc>
          <w:tcPr>
            <w:tcW w:w="9520" w:type="dxa"/>
          </w:tcPr>
          <w:p w14:paraId="178A2E00" w14:textId="0BEC3B42" w:rsidR="0066560E" w:rsidRPr="00B169DF" w:rsidRDefault="006656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Europa Środkowa wobec Federacji Rosyjskiej </w:t>
            </w:r>
            <w:r w:rsidRPr="0066560E">
              <w:rPr>
                <w:rFonts w:ascii="Corbel" w:hAnsi="Corbel"/>
                <w:sz w:val="24"/>
                <w:szCs w:val="24"/>
              </w:rPr>
              <w:t>(wojna na Ukrainie, zależność energetyczna)</w:t>
            </w:r>
          </w:p>
        </w:tc>
      </w:tr>
      <w:tr w:rsidR="0066560E" w:rsidRPr="00B169DF" w14:paraId="73C0A3DB" w14:textId="77777777" w:rsidTr="004F7AD9">
        <w:trPr>
          <w:trHeight w:val="410"/>
        </w:trPr>
        <w:tc>
          <w:tcPr>
            <w:tcW w:w="9520" w:type="dxa"/>
          </w:tcPr>
          <w:p w14:paraId="5A907AB7" w14:textId="5E19A2B5" w:rsidR="0066560E" w:rsidRPr="004F6E29" w:rsidRDefault="0066560E" w:rsidP="004F6E29">
            <w:pPr>
              <w:spacing w:before="100" w:beforeAutospacing="1" w:after="100" w:afterAutospacing="1" w:line="240" w:lineRule="auto"/>
              <w:rPr>
                <w:rFonts w:ascii="Corbel" w:hAnsi="Corbel"/>
                <w:sz w:val="24"/>
                <w:szCs w:val="24"/>
              </w:rPr>
            </w:pPr>
            <w:r w:rsidRPr="004F6E2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Ocena polityki zagranicznej państw regionu:</w:t>
            </w:r>
            <w:r w:rsidRPr="004F6E29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66560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strategiczna polityki </w:t>
            </w:r>
            <w:r w:rsidR="004F6E29" w:rsidRPr="004F6E29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wybranych państw</w:t>
            </w:r>
          </w:p>
        </w:tc>
      </w:tr>
    </w:tbl>
    <w:p w14:paraId="221E665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49DBE6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385BF6D" w14:textId="7B2C80D3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E02D0A" w14:textId="0EE00257" w:rsidR="00AE3543" w:rsidRDefault="007D54FA" w:rsidP="00AE3543">
      <w:pPr>
        <w:pStyle w:val="Punktygwne"/>
        <w:spacing w:before="0" w:after="0" w:line="360" w:lineRule="auto"/>
        <w:rPr>
          <w:rFonts w:ascii="Corbel" w:hAnsi="Corbel" w:cs="Arial"/>
          <w:b w:val="0"/>
          <w:iCs/>
          <w:smallCaps w:val="0"/>
          <w:sz w:val="22"/>
          <w:szCs w:val="20"/>
        </w:rPr>
      </w:pPr>
      <w:r>
        <w:rPr>
          <w:rFonts w:ascii="Corbel" w:hAnsi="Corbel" w:cs="Arial"/>
          <w:b w:val="0"/>
          <w:iCs/>
          <w:smallCaps w:val="0"/>
          <w:sz w:val="22"/>
          <w:szCs w:val="20"/>
        </w:rPr>
        <w:t xml:space="preserve">Ćwiczenia: </w:t>
      </w:r>
      <w:r w:rsidR="00AE3543" w:rsidRPr="00444318">
        <w:rPr>
          <w:rFonts w:ascii="Corbel" w:hAnsi="Corbel" w:cs="Arial"/>
          <w:b w:val="0"/>
          <w:iCs/>
          <w:smallCaps w:val="0"/>
          <w:sz w:val="22"/>
          <w:szCs w:val="20"/>
        </w:rPr>
        <w:t>prezentacja multimedialna, analiza tekstów z dyskusją, metoda projektów</w:t>
      </w:r>
    </w:p>
    <w:p w14:paraId="2918C80D" w14:textId="59D5B192" w:rsidR="00AE3543" w:rsidRPr="00444318" w:rsidRDefault="00AE3543" w:rsidP="00AE3543">
      <w:pPr>
        <w:pStyle w:val="Punktygwne"/>
        <w:spacing w:before="0" w:after="0" w:line="360" w:lineRule="auto"/>
        <w:rPr>
          <w:rFonts w:ascii="Corbel" w:hAnsi="Corbel" w:cs="Arial"/>
          <w:b w:val="0"/>
          <w:iCs/>
          <w:smallCaps w:val="0"/>
          <w:sz w:val="22"/>
          <w:szCs w:val="24"/>
        </w:rPr>
      </w:pPr>
      <w:r>
        <w:rPr>
          <w:rFonts w:ascii="Corbel" w:hAnsi="Corbel" w:cs="Arial"/>
          <w:b w:val="0"/>
          <w:iCs/>
          <w:smallCaps w:val="0"/>
          <w:sz w:val="22"/>
          <w:szCs w:val="24"/>
        </w:rPr>
        <w:t>wykład problemowy</w:t>
      </w:r>
    </w:p>
    <w:p w14:paraId="6E038A5E" w14:textId="77777777" w:rsidR="00AE3543" w:rsidRPr="00B169DF" w:rsidRDefault="00AE35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0D8D44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0BF1644A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lastRenderedPageBreak/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6A124A7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F07F63B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F7E0DE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D4E33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D44CA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39E4DFCF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6AEDBB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D2ED72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032E4F" w14:textId="77777777" w:rsidTr="00AE3543">
        <w:tc>
          <w:tcPr>
            <w:tcW w:w="1962" w:type="dxa"/>
            <w:vAlign w:val="center"/>
          </w:tcPr>
          <w:p w14:paraId="18FFEFAC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9A556E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CC1C6E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56B55AA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C2535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543" w:rsidRPr="00B169DF" w14:paraId="202D01A9" w14:textId="77777777" w:rsidTr="00AE3543">
        <w:tc>
          <w:tcPr>
            <w:tcW w:w="1962" w:type="dxa"/>
          </w:tcPr>
          <w:p w14:paraId="2014450C" w14:textId="234A18B2" w:rsidR="00AE3543" w:rsidRPr="00B169DF" w:rsidRDefault="00AE3543" w:rsidP="00AE35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4431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4431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CA23B81" w14:textId="77777777" w:rsidR="00AE3543" w:rsidRPr="00AE3543" w:rsidRDefault="00AE3543" w:rsidP="00AE3543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AE3543">
              <w:rPr>
                <w:rFonts w:ascii="Corbel" w:hAnsi="Corbel" w:cs="Arial"/>
                <w:sz w:val="24"/>
                <w:szCs w:val="24"/>
              </w:rPr>
              <w:t>obserwacja w trakcie zajęć</w:t>
            </w:r>
          </w:p>
          <w:p w14:paraId="26D1B1B6" w14:textId="77777777" w:rsidR="00AE3543" w:rsidRPr="00AE3543" w:rsidRDefault="00AE3543" w:rsidP="00AE3543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AE3543">
              <w:rPr>
                <w:rFonts w:ascii="Corbel" w:hAnsi="Corbel" w:cs="Arial"/>
                <w:sz w:val="24"/>
                <w:szCs w:val="24"/>
              </w:rPr>
              <w:t>obserwacja pracy studenta w grupie</w:t>
            </w:r>
          </w:p>
          <w:p w14:paraId="44A9A79D" w14:textId="559B51AE" w:rsidR="00AE3543" w:rsidRPr="00AE3543" w:rsidRDefault="00AE3543" w:rsidP="00AE35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AE3543">
              <w:rPr>
                <w:rFonts w:ascii="Corbel" w:hAnsi="Corbel" w:cs="Aria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17" w:type="dxa"/>
          </w:tcPr>
          <w:p w14:paraId="3B900C19" w14:textId="5C75AB2E" w:rsidR="00AE3543" w:rsidRPr="00B169DF" w:rsidRDefault="007D54FA" w:rsidP="00AE35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AE3543" w:rsidRPr="00444318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D54FA" w:rsidRPr="00B169DF" w14:paraId="15E51BF9" w14:textId="77777777" w:rsidTr="00AE3543">
        <w:tc>
          <w:tcPr>
            <w:tcW w:w="1962" w:type="dxa"/>
          </w:tcPr>
          <w:p w14:paraId="79A57D6B" w14:textId="08C2BA95" w:rsidR="007D54FA" w:rsidRPr="00B169DF" w:rsidRDefault="007D54FA" w:rsidP="007D5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431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D5AB46D" w14:textId="77777777" w:rsidR="007D54FA" w:rsidRPr="00AE3543" w:rsidRDefault="007D54FA" w:rsidP="007D54FA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AE3543">
              <w:rPr>
                <w:rFonts w:ascii="Corbel" w:hAnsi="Corbel" w:cs="Arial"/>
                <w:sz w:val="24"/>
                <w:szCs w:val="24"/>
              </w:rPr>
              <w:t>obserwacja w trakcie zajęć</w:t>
            </w:r>
          </w:p>
          <w:p w14:paraId="6BC86B7F" w14:textId="77777777" w:rsidR="007D54FA" w:rsidRPr="00AE3543" w:rsidRDefault="007D54FA" w:rsidP="007D54FA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AE3543">
              <w:rPr>
                <w:rFonts w:ascii="Corbel" w:hAnsi="Corbel" w:cs="Arial"/>
                <w:sz w:val="24"/>
                <w:szCs w:val="24"/>
              </w:rPr>
              <w:t>obserwacja pracy studenta w grupie</w:t>
            </w:r>
          </w:p>
          <w:p w14:paraId="5CC96795" w14:textId="02D0E64B" w:rsidR="007D54FA" w:rsidRPr="00AE3543" w:rsidRDefault="007D54FA" w:rsidP="007D54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3543">
              <w:rPr>
                <w:rFonts w:ascii="Corbel" w:hAnsi="Corbel" w:cs="Aria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17" w:type="dxa"/>
          </w:tcPr>
          <w:p w14:paraId="3597A6C1" w14:textId="73F71E2E" w:rsidR="007D54FA" w:rsidRPr="00B169DF" w:rsidRDefault="007D54FA" w:rsidP="007D5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Pr="00444318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D54FA" w:rsidRPr="00B169DF" w14:paraId="0A437AC3" w14:textId="77777777" w:rsidTr="00AE3543">
        <w:tc>
          <w:tcPr>
            <w:tcW w:w="1962" w:type="dxa"/>
          </w:tcPr>
          <w:p w14:paraId="0BC2CC32" w14:textId="1E47DE03" w:rsidR="007D54FA" w:rsidRPr="00444318" w:rsidRDefault="007D54FA" w:rsidP="007D5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B5D8679" w14:textId="77777777" w:rsidR="007D54FA" w:rsidRPr="00AE3543" w:rsidRDefault="007D54FA" w:rsidP="007D54FA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AE3543">
              <w:rPr>
                <w:rFonts w:ascii="Corbel" w:hAnsi="Corbel" w:cs="Arial"/>
                <w:sz w:val="24"/>
                <w:szCs w:val="24"/>
              </w:rPr>
              <w:t>obserwacja w trakcie zajęć</w:t>
            </w:r>
          </w:p>
          <w:p w14:paraId="4B203FDA" w14:textId="2DFCB9C2" w:rsidR="007D54FA" w:rsidRPr="00AE3543" w:rsidRDefault="007D54FA" w:rsidP="007D54FA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AE3543">
              <w:rPr>
                <w:rFonts w:ascii="Corbel" w:hAnsi="Corbel" w:cs="Arial"/>
                <w:szCs w:val="24"/>
              </w:rPr>
              <w:t>obserwacja pracy studenta w grupie</w:t>
            </w:r>
          </w:p>
        </w:tc>
        <w:tc>
          <w:tcPr>
            <w:tcW w:w="2117" w:type="dxa"/>
          </w:tcPr>
          <w:p w14:paraId="2F3E760C" w14:textId="2C9BD448" w:rsidR="007D54FA" w:rsidRPr="00444318" w:rsidRDefault="007D54FA" w:rsidP="007D5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D54FA" w:rsidRPr="00B169DF" w14:paraId="4AB9E797" w14:textId="77777777" w:rsidTr="00AE3543">
        <w:tc>
          <w:tcPr>
            <w:tcW w:w="1962" w:type="dxa"/>
          </w:tcPr>
          <w:p w14:paraId="067F9726" w14:textId="43B56443" w:rsidR="007D54FA" w:rsidRPr="00444318" w:rsidRDefault="007D54FA" w:rsidP="007D5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79113B8" w14:textId="77777777" w:rsidR="007D54FA" w:rsidRPr="00AE3543" w:rsidRDefault="007D54FA" w:rsidP="007D54FA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AE3543">
              <w:rPr>
                <w:rFonts w:ascii="Corbel" w:hAnsi="Corbel" w:cs="Arial"/>
                <w:sz w:val="24"/>
                <w:szCs w:val="24"/>
              </w:rPr>
              <w:t>obserwacja w trakcie zajęć</w:t>
            </w:r>
          </w:p>
          <w:p w14:paraId="67D63EC8" w14:textId="33AE3DF4" w:rsidR="007D54FA" w:rsidRPr="00AE3543" w:rsidRDefault="007D54FA" w:rsidP="007D54FA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AE3543">
              <w:rPr>
                <w:rFonts w:ascii="Corbel" w:hAnsi="Corbel" w:cs="Arial"/>
                <w:szCs w:val="24"/>
              </w:rPr>
              <w:t>obserwacja pracy studenta w grupie</w:t>
            </w:r>
          </w:p>
        </w:tc>
        <w:tc>
          <w:tcPr>
            <w:tcW w:w="2117" w:type="dxa"/>
          </w:tcPr>
          <w:p w14:paraId="21335E6B" w14:textId="38ED451D" w:rsidR="007D54FA" w:rsidRPr="00444318" w:rsidRDefault="007D54FA" w:rsidP="007D5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D54FA" w:rsidRPr="00B169DF" w14:paraId="61FAF405" w14:textId="77777777" w:rsidTr="00AE3543">
        <w:tc>
          <w:tcPr>
            <w:tcW w:w="1962" w:type="dxa"/>
          </w:tcPr>
          <w:p w14:paraId="3AE31D1D" w14:textId="41F24D09" w:rsidR="007D54FA" w:rsidRPr="00444318" w:rsidRDefault="007D54FA" w:rsidP="007D5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ABF776C" w14:textId="77777777" w:rsidR="007D54FA" w:rsidRPr="00AE3543" w:rsidRDefault="007D54FA" w:rsidP="007D54FA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AE3543">
              <w:rPr>
                <w:rFonts w:ascii="Corbel" w:hAnsi="Corbel" w:cs="Arial"/>
                <w:sz w:val="24"/>
                <w:szCs w:val="24"/>
              </w:rPr>
              <w:t>obserwacja w trakcie zajęć</w:t>
            </w:r>
          </w:p>
          <w:p w14:paraId="35E0AD24" w14:textId="0E552761" w:rsidR="007D54FA" w:rsidRPr="00AE3543" w:rsidRDefault="007D54FA" w:rsidP="007D54FA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AE3543">
              <w:rPr>
                <w:rFonts w:ascii="Corbel" w:hAnsi="Corbel" w:cs="Arial"/>
                <w:szCs w:val="24"/>
              </w:rPr>
              <w:t>obserwacja pracy studenta w grupie</w:t>
            </w:r>
          </w:p>
        </w:tc>
        <w:tc>
          <w:tcPr>
            <w:tcW w:w="2117" w:type="dxa"/>
          </w:tcPr>
          <w:p w14:paraId="075EFC1F" w14:textId="51658C59" w:rsidR="007D54FA" w:rsidRPr="00444318" w:rsidRDefault="007D54FA" w:rsidP="007D5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116EDB7A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69DC0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E3EC50F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0FD36FA" w14:textId="77777777" w:rsidTr="00923D7D">
        <w:tc>
          <w:tcPr>
            <w:tcW w:w="9670" w:type="dxa"/>
          </w:tcPr>
          <w:p w14:paraId="491AC96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64C490" w14:textId="77777777" w:rsidR="00AE3543" w:rsidRPr="00AE3543" w:rsidRDefault="00AE3543" w:rsidP="00AE3543">
            <w:pPr>
              <w:rPr>
                <w:rFonts w:ascii="Corbel" w:hAnsi="Corbel" w:cs="Arial"/>
                <w:sz w:val="24"/>
              </w:rPr>
            </w:pPr>
            <w:r w:rsidRPr="00AE3543">
              <w:rPr>
                <w:rFonts w:ascii="Corbel" w:hAnsi="Corbel" w:cs="Arial"/>
                <w:sz w:val="24"/>
              </w:rPr>
              <w:t>Przygotowanie do zajęć, aktywność podczas zajęć, aktywność podczas pracy w grupach, uzyskanie pozytywnych ocen z testu</w:t>
            </w:r>
          </w:p>
          <w:p w14:paraId="60D5775E" w14:textId="77777777" w:rsidR="00AE3543" w:rsidRPr="00AE3543" w:rsidRDefault="00AE3543" w:rsidP="00AE354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</w:rPr>
            </w:pPr>
            <w:r w:rsidRPr="00AE3543">
              <w:rPr>
                <w:rFonts w:ascii="Corbel" w:hAnsi="Corbel" w:cs="Arial"/>
                <w:sz w:val="24"/>
              </w:rPr>
              <w:t>Ocena bardzo dobra – od 95% do 100% punktów</w:t>
            </w:r>
          </w:p>
          <w:p w14:paraId="7851392F" w14:textId="77777777" w:rsidR="00AE3543" w:rsidRPr="00AE3543" w:rsidRDefault="00AE3543" w:rsidP="00AE354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</w:rPr>
            </w:pPr>
            <w:r w:rsidRPr="00AE3543">
              <w:rPr>
                <w:rFonts w:ascii="Corbel" w:hAnsi="Corbel" w:cs="Arial"/>
                <w:sz w:val="24"/>
              </w:rPr>
              <w:t>Ocena +dobra – od 90% do 94% punktów</w:t>
            </w:r>
          </w:p>
          <w:p w14:paraId="5F0BB51C" w14:textId="77777777" w:rsidR="00AE3543" w:rsidRPr="00AE3543" w:rsidRDefault="00AE3543" w:rsidP="00AE354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</w:rPr>
            </w:pPr>
            <w:r w:rsidRPr="00AE3543">
              <w:rPr>
                <w:rFonts w:ascii="Corbel" w:hAnsi="Corbel" w:cs="Arial"/>
                <w:sz w:val="24"/>
              </w:rPr>
              <w:t>Ocena dobra – od 80% do 89% punktów</w:t>
            </w:r>
          </w:p>
          <w:p w14:paraId="5F2FE8E2" w14:textId="77777777" w:rsidR="00AE3543" w:rsidRPr="00AE3543" w:rsidRDefault="00AE3543" w:rsidP="00AE354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</w:rPr>
            </w:pPr>
            <w:r w:rsidRPr="00AE3543">
              <w:rPr>
                <w:rFonts w:ascii="Corbel" w:hAnsi="Corbel" w:cs="Arial"/>
                <w:sz w:val="24"/>
              </w:rPr>
              <w:t>Ocena +dostateczna – od 70 do 79% punktów</w:t>
            </w:r>
          </w:p>
          <w:p w14:paraId="4C060DA7" w14:textId="77777777" w:rsidR="00AE3543" w:rsidRPr="00AE3543" w:rsidRDefault="00AE3543" w:rsidP="00AE354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</w:rPr>
            </w:pPr>
            <w:r w:rsidRPr="00AE3543">
              <w:rPr>
                <w:rFonts w:ascii="Corbel" w:hAnsi="Corbel" w:cs="Arial"/>
                <w:sz w:val="24"/>
              </w:rPr>
              <w:t>Ocena dostateczna – od 60% do 69% punktów</w:t>
            </w:r>
          </w:p>
          <w:p w14:paraId="1F469A8F" w14:textId="77777777" w:rsidR="00AE3543" w:rsidRPr="00AE3543" w:rsidRDefault="00AE3543" w:rsidP="00AE354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</w:rPr>
            </w:pPr>
            <w:r w:rsidRPr="00AE3543">
              <w:rPr>
                <w:rFonts w:ascii="Corbel" w:hAnsi="Corbel" w:cs="Arial"/>
                <w:sz w:val="24"/>
              </w:rPr>
              <w:t>Ocena niedostateczna – mniej niż 60% punktów</w:t>
            </w:r>
          </w:p>
          <w:p w14:paraId="2EDE4B5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32DD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E186D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ABCF6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9F7C6B5" w14:textId="77777777" w:rsidTr="00AE3543">
        <w:tc>
          <w:tcPr>
            <w:tcW w:w="4902" w:type="dxa"/>
            <w:vAlign w:val="center"/>
          </w:tcPr>
          <w:p w14:paraId="373FCEE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5F02CE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E3543" w:rsidRPr="00B169DF" w14:paraId="1E56DEDB" w14:textId="77777777" w:rsidTr="00AE3543">
        <w:tc>
          <w:tcPr>
            <w:tcW w:w="4902" w:type="dxa"/>
          </w:tcPr>
          <w:p w14:paraId="018EBBFD" w14:textId="77777777" w:rsidR="00AE3543" w:rsidRPr="00B169DF" w:rsidRDefault="00AE3543" w:rsidP="00AE3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5BCE8F28" w14:textId="5018504A" w:rsidR="00AE3543" w:rsidRPr="00AE3543" w:rsidRDefault="00AE3543" w:rsidP="00AE35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3543">
              <w:rPr>
                <w:rFonts w:ascii="Corbel" w:hAnsi="Corbel" w:cs="Arial"/>
                <w:sz w:val="24"/>
                <w:szCs w:val="24"/>
              </w:rPr>
              <w:t>20</w:t>
            </w:r>
          </w:p>
        </w:tc>
      </w:tr>
      <w:tr w:rsidR="00AE3543" w:rsidRPr="00B169DF" w14:paraId="085A3B39" w14:textId="77777777" w:rsidTr="00AE3543">
        <w:tc>
          <w:tcPr>
            <w:tcW w:w="4902" w:type="dxa"/>
          </w:tcPr>
          <w:p w14:paraId="05B03707" w14:textId="77777777" w:rsidR="00AE3543" w:rsidRPr="00B169DF" w:rsidRDefault="00AE3543" w:rsidP="00AE3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43BB540" w14:textId="77777777" w:rsidR="00AE3543" w:rsidRPr="00B169DF" w:rsidRDefault="00AE3543" w:rsidP="00AE3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1A52A73" w14:textId="4FCCFB54" w:rsidR="00AE3543" w:rsidRPr="00AE3543" w:rsidRDefault="00AE3543" w:rsidP="00AE35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3543">
              <w:rPr>
                <w:rFonts w:ascii="Corbel" w:hAnsi="Corbel" w:cs="Arial"/>
                <w:sz w:val="24"/>
                <w:szCs w:val="24"/>
              </w:rPr>
              <w:t>20</w:t>
            </w:r>
          </w:p>
        </w:tc>
      </w:tr>
      <w:tr w:rsidR="00AE3543" w:rsidRPr="00B169DF" w14:paraId="0DF78FD8" w14:textId="77777777" w:rsidTr="00AE3543">
        <w:tc>
          <w:tcPr>
            <w:tcW w:w="4902" w:type="dxa"/>
          </w:tcPr>
          <w:p w14:paraId="089EAB17" w14:textId="77777777" w:rsidR="00AE3543" w:rsidRPr="00B169DF" w:rsidRDefault="00AE3543" w:rsidP="00AE3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A16395E" w14:textId="77777777" w:rsidR="00AE3543" w:rsidRPr="00B169DF" w:rsidRDefault="00AE3543" w:rsidP="00AE3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1A3A4D6" w14:textId="05D29432" w:rsidR="00AE3543" w:rsidRPr="00AE3543" w:rsidRDefault="00AE3543" w:rsidP="00AE35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3543">
              <w:rPr>
                <w:rFonts w:ascii="Corbel" w:hAnsi="Corbel" w:cs="Arial"/>
                <w:sz w:val="24"/>
                <w:szCs w:val="24"/>
              </w:rPr>
              <w:t>35</w:t>
            </w:r>
          </w:p>
        </w:tc>
      </w:tr>
      <w:tr w:rsidR="00AE3543" w:rsidRPr="00B169DF" w14:paraId="672E1DA9" w14:textId="77777777" w:rsidTr="00AE3543">
        <w:tc>
          <w:tcPr>
            <w:tcW w:w="4902" w:type="dxa"/>
          </w:tcPr>
          <w:p w14:paraId="6D560CBC" w14:textId="77777777" w:rsidR="00AE3543" w:rsidRPr="00B169DF" w:rsidRDefault="00AE3543" w:rsidP="00AE3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9337C24" w14:textId="7A8BEAFF" w:rsidR="00AE3543" w:rsidRPr="00AE3543" w:rsidRDefault="00AE3543" w:rsidP="00AE35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3543">
              <w:rPr>
                <w:rFonts w:ascii="Corbel" w:hAnsi="Corbel" w:cs="Arial"/>
                <w:sz w:val="24"/>
                <w:szCs w:val="24"/>
              </w:rPr>
              <w:t>75</w:t>
            </w:r>
          </w:p>
        </w:tc>
      </w:tr>
      <w:tr w:rsidR="00AE3543" w:rsidRPr="00B169DF" w14:paraId="00400FCC" w14:textId="77777777" w:rsidTr="00AE3543">
        <w:tc>
          <w:tcPr>
            <w:tcW w:w="4902" w:type="dxa"/>
          </w:tcPr>
          <w:p w14:paraId="6F34B927" w14:textId="77777777" w:rsidR="00AE3543" w:rsidRPr="00B169DF" w:rsidRDefault="00AE3543" w:rsidP="00AE35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4B0086D" w14:textId="64C3389D" w:rsidR="00AE3543" w:rsidRPr="00AE3543" w:rsidRDefault="00AE3543" w:rsidP="00AE35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3543">
              <w:rPr>
                <w:rFonts w:ascii="Corbel" w:hAnsi="Corbel" w:cs="Arial"/>
                <w:sz w:val="24"/>
                <w:szCs w:val="24"/>
              </w:rPr>
              <w:t>3</w:t>
            </w:r>
          </w:p>
        </w:tc>
      </w:tr>
    </w:tbl>
    <w:p w14:paraId="34AAC28D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F672F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54A7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222798A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5ED04A48" w14:textId="77777777" w:rsidTr="0071620A">
        <w:trPr>
          <w:trHeight w:val="397"/>
        </w:trPr>
        <w:tc>
          <w:tcPr>
            <w:tcW w:w="3544" w:type="dxa"/>
          </w:tcPr>
          <w:p w14:paraId="6418AA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47E95D" w14:textId="48B93E5B" w:rsidR="0085747A" w:rsidRPr="00B169DF" w:rsidRDefault="00AE35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74F87261" w14:textId="77777777" w:rsidTr="0071620A">
        <w:trPr>
          <w:trHeight w:val="397"/>
        </w:trPr>
        <w:tc>
          <w:tcPr>
            <w:tcW w:w="3544" w:type="dxa"/>
          </w:tcPr>
          <w:p w14:paraId="77BEA08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0EB86" w14:textId="1D3EC327" w:rsidR="0085747A" w:rsidRPr="00B169DF" w:rsidRDefault="00AE35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7A48F95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931DA8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2E58AC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0EF70567" w14:textId="77777777" w:rsidTr="0071620A">
        <w:trPr>
          <w:trHeight w:val="397"/>
        </w:trPr>
        <w:tc>
          <w:tcPr>
            <w:tcW w:w="7513" w:type="dxa"/>
          </w:tcPr>
          <w:p w14:paraId="10FCDA32" w14:textId="1532B6D5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9CBD87" w14:textId="77777777" w:rsidR="000B0C39" w:rsidRDefault="000B0C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DB57429" w14:textId="1B4C1188" w:rsidR="00275D7A" w:rsidRDefault="00275D7A" w:rsidP="00CB6564">
            <w:pPr>
              <w:pStyle w:val="Punktygwne"/>
              <w:spacing w:before="0" w:after="0"/>
              <w:ind w:left="626" w:hanging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M., </w:t>
            </w:r>
            <w:r w:rsidRPr="00CB656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Europa Środkowa i Wschodnia wobec wyzwania transformacyjnego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CB65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Gdańsk 2006. </w:t>
            </w:r>
          </w:p>
          <w:p w14:paraId="50495849" w14:textId="201F3AD5" w:rsidR="00A44D52" w:rsidRDefault="00A44D52" w:rsidP="00CB6564">
            <w:pPr>
              <w:pStyle w:val="Punktygwne"/>
              <w:spacing w:before="0" w:after="0"/>
              <w:ind w:left="626" w:hanging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Draus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A44D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Drogi do wolności: Europa Środkowa 1989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2019. </w:t>
            </w:r>
          </w:p>
          <w:p w14:paraId="2891D7B0" w14:textId="3F730EB2" w:rsidR="00A44D52" w:rsidRDefault="00A44D52" w:rsidP="00CB6564">
            <w:pPr>
              <w:pStyle w:val="Punktygwne"/>
              <w:spacing w:before="0" w:after="0"/>
              <w:ind w:left="626" w:hanging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D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Europa Środkowa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</w:t>
            </w:r>
            <w:r w:rsidRPr="00A44D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salon czy przedpokój Europy?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Gogacz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2010.</w:t>
            </w:r>
          </w:p>
          <w:p w14:paraId="4A259A38" w14:textId="060222BC" w:rsidR="00A44D52" w:rsidRDefault="00A44D52" w:rsidP="00CB6564">
            <w:pPr>
              <w:pStyle w:val="Punktygwne"/>
              <w:spacing w:before="0" w:after="0"/>
              <w:ind w:left="626" w:hanging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D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Europa Środkowa i Wschodnia wobec współczesnych wyzwań integracyjnych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red. A. Stępień-Kuczyńska, Łódź 2003. </w:t>
            </w:r>
          </w:p>
          <w:p w14:paraId="1AFB3EF2" w14:textId="767FB63E" w:rsidR="000B0C39" w:rsidRDefault="000B0C39" w:rsidP="00CB6564">
            <w:pPr>
              <w:pStyle w:val="Punktygwne"/>
              <w:spacing w:before="0" w:after="0"/>
              <w:ind w:left="626" w:hanging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0C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Polska i Europa Środkowa : demokratyzacja, konsolidacja i Europeizacja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R. Riedel, Lublin 2010. </w:t>
            </w:r>
          </w:p>
          <w:p w14:paraId="329CBCE0" w14:textId="1C7F4F67" w:rsidR="00275D7A" w:rsidRDefault="00275D7A" w:rsidP="00CB6564">
            <w:pPr>
              <w:pStyle w:val="Punktygwne"/>
              <w:spacing w:before="0" w:after="0"/>
              <w:ind w:left="626" w:hanging="6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Europa Środkowa: wspólnota czy zbiorowość?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Wrocław 2004. </w:t>
            </w:r>
          </w:p>
          <w:p w14:paraId="5B15E507" w14:textId="0CB4F549" w:rsidR="000B0C39" w:rsidRDefault="000B0C39" w:rsidP="00CB6564">
            <w:pPr>
              <w:pStyle w:val="Punktygwne"/>
              <w:spacing w:before="0" w:after="0"/>
              <w:ind w:left="626" w:hanging="6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Wojnicki J., </w:t>
            </w:r>
            <w:r w:rsidRPr="000B0C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Europa Środkowa a Bałkany : determinanty i ograniczenia przemian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2016. </w:t>
            </w:r>
          </w:p>
          <w:p w14:paraId="0B09B87B" w14:textId="5B3C47D6" w:rsidR="00275D7A" w:rsidRPr="00275D7A" w:rsidRDefault="00275D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7B4847A9" w14:textId="77777777" w:rsidTr="0071620A">
        <w:trPr>
          <w:trHeight w:val="397"/>
        </w:trPr>
        <w:tc>
          <w:tcPr>
            <w:tcW w:w="7513" w:type="dxa"/>
          </w:tcPr>
          <w:p w14:paraId="377722AC" w14:textId="77777777" w:rsidR="000B0C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4313CD7" w14:textId="0FED11B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4CCD260" w14:textId="3D293D3B" w:rsidR="000B0C39" w:rsidRPr="000B0C39" w:rsidRDefault="000B0C39" w:rsidP="000B0C39">
            <w:pPr>
              <w:pStyle w:val="Punktygwne"/>
              <w:spacing w:before="0" w:after="0"/>
              <w:ind w:left="768" w:hanging="768"/>
              <w:rPr>
                <w:rFonts w:ascii="Corbel" w:hAnsi="Corbel"/>
                <w:b w:val="0"/>
                <w:smallCaps w:val="0"/>
                <w:szCs w:val="24"/>
              </w:rPr>
            </w:pPr>
            <w:r w:rsidRPr="000B0C39">
              <w:rPr>
                <w:rFonts w:ascii="Corbel" w:hAnsi="Corbel"/>
                <w:b w:val="0"/>
                <w:smallCaps w:val="0"/>
                <w:szCs w:val="24"/>
              </w:rPr>
              <w:t xml:space="preserve">Czarnocki A., </w:t>
            </w:r>
            <w:r w:rsidRPr="000B0C39">
              <w:rPr>
                <w:rFonts w:ascii="Corbel" w:hAnsi="Corbel"/>
                <w:b w:val="0"/>
                <w:i/>
                <w:smallCaps w:val="0"/>
              </w:rPr>
              <w:t>Europa Środkowa. Europa Środkowowschodnia. Geopolityczne a historyczno-kulturowe rozumienie pojęć</w:t>
            </w:r>
            <w:r w:rsidRPr="000B0C39">
              <w:rPr>
                <w:rFonts w:ascii="Corbel" w:hAnsi="Corbel"/>
                <w:b w:val="0"/>
                <w:smallCaps w:val="0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</w:rPr>
              <w:t>„</w:t>
            </w:r>
            <w:proofErr w:type="spellStart"/>
            <w:r w:rsidRPr="000B0C39">
              <w:rPr>
                <w:rFonts w:ascii="Corbel" w:hAnsi="Corbel"/>
                <w:b w:val="0"/>
                <w:smallCaps w:val="0"/>
              </w:rPr>
              <w:t>Annales</w:t>
            </w:r>
            <w:proofErr w:type="spellEnd"/>
            <w:r w:rsidRPr="000B0C39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0B0C39">
              <w:rPr>
                <w:rFonts w:ascii="Corbel" w:hAnsi="Corbel"/>
                <w:b w:val="0"/>
                <w:smallCaps w:val="0"/>
              </w:rPr>
              <w:t>Universitatis</w:t>
            </w:r>
            <w:proofErr w:type="spellEnd"/>
            <w:r w:rsidRPr="000B0C39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0B0C39">
              <w:rPr>
                <w:rFonts w:ascii="Corbel" w:hAnsi="Corbel"/>
                <w:b w:val="0"/>
                <w:smallCaps w:val="0"/>
              </w:rPr>
              <w:t>Mariae</w:t>
            </w:r>
            <w:proofErr w:type="spellEnd"/>
            <w:r w:rsidRPr="000B0C39">
              <w:rPr>
                <w:rFonts w:ascii="Corbel" w:hAnsi="Corbel"/>
                <w:b w:val="0"/>
                <w:smallCaps w:val="0"/>
              </w:rPr>
              <w:t xml:space="preserve"> Curie-Skłodowska</w:t>
            </w:r>
            <w:r>
              <w:rPr>
                <w:rFonts w:ascii="Corbel" w:hAnsi="Corbel"/>
                <w:b w:val="0"/>
                <w:smallCaps w:val="0"/>
              </w:rPr>
              <w:t>”</w:t>
            </w:r>
            <w:r w:rsidRPr="000B0C39">
              <w:rPr>
                <w:rFonts w:ascii="Corbel" w:hAnsi="Corbel"/>
                <w:b w:val="0"/>
                <w:smallCaps w:val="0"/>
              </w:rPr>
              <w:t xml:space="preserve">. </w:t>
            </w:r>
            <w:proofErr w:type="spellStart"/>
            <w:r w:rsidRPr="000B0C39">
              <w:rPr>
                <w:rFonts w:ascii="Corbel" w:hAnsi="Corbel"/>
                <w:b w:val="0"/>
                <w:smallCaps w:val="0"/>
              </w:rPr>
              <w:t>Sectio</w:t>
            </w:r>
            <w:proofErr w:type="spellEnd"/>
            <w:r w:rsidRPr="000B0C39">
              <w:rPr>
                <w:rFonts w:ascii="Corbel" w:hAnsi="Corbel"/>
                <w:b w:val="0"/>
                <w:smallCaps w:val="0"/>
              </w:rPr>
              <w:t xml:space="preserve"> K, Politologia 1994</w:t>
            </w:r>
            <w:r>
              <w:rPr>
                <w:rFonts w:ascii="Corbel" w:hAnsi="Corbel"/>
                <w:b w:val="0"/>
                <w:smallCaps w:val="0"/>
              </w:rPr>
              <w:t xml:space="preserve">, nr </w:t>
            </w:r>
            <w:r w:rsidRPr="000B0C39">
              <w:rPr>
                <w:rFonts w:ascii="Corbel" w:hAnsi="Corbel"/>
                <w:b w:val="0"/>
                <w:smallCaps w:val="0"/>
              </w:rPr>
              <w:t>1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  <w:p w14:paraId="0BF87558" w14:textId="721EE715" w:rsidR="000B0C39" w:rsidRDefault="000B0C39" w:rsidP="000B0C39">
            <w:pPr>
              <w:pStyle w:val="Punktygwne"/>
              <w:spacing w:before="0" w:after="0"/>
              <w:ind w:left="768" w:hanging="76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Delong M., Żarna K., </w:t>
            </w:r>
            <w:r w:rsidRPr="000B0C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Republika Słowacka i Rzeczpospolita Polska na drodze do Unii Europejskiej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2013.</w:t>
            </w:r>
          </w:p>
          <w:p w14:paraId="26940AFD" w14:textId="36394A77" w:rsidR="000B0C39" w:rsidRDefault="000B0C39" w:rsidP="000B0C39">
            <w:pPr>
              <w:pStyle w:val="Punktygwne"/>
              <w:spacing w:before="0" w:after="0"/>
              <w:ind w:left="768" w:hanging="76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0C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Europa Środkowa i Wschodnia Dekady wolności czas przemian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0B0C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Tom 1. </w:t>
            </w:r>
            <w:r w:rsidRPr="000B0C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Ewolucja bezpieczeństwa w regionie Europy Środkowo-Wschodniej po 1989 roku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M. Adamczyk, M. Siekierka, Poznań 2021. </w:t>
            </w:r>
          </w:p>
          <w:p w14:paraId="4EEA94F7" w14:textId="2D2ADB09" w:rsidR="00804EC0" w:rsidRDefault="00804EC0" w:rsidP="000B0C39">
            <w:pPr>
              <w:pStyle w:val="Punktygwne"/>
              <w:spacing w:before="0" w:after="0"/>
              <w:ind w:left="768" w:hanging="76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4EC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Europa Środkowa i Wschodnia : dekady wolności - czas przemian</w:t>
            </w:r>
            <w:r w:rsidRPr="00804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T. 2, </w:t>
            </w:r>
            <w:r w:rsidRPr="00804EC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Przemiany polityczne w Europie Środkowej i Wschodniej po 1989 roku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M. Adamczyk, M. Siekierka, Poznań 2021.</w:t>
            </w:r>
          </w:p>
          <w:p w14:paraId="5616F556" w14:textId="58C26F6B" w:rsidR="000B0C39" w:rsidRPr="000B0C39" w:rsidRDefault="000B0C39" w:rsidP="000B0C39">
            <w:pPr>
              <w:pStyle w:val="Punktygwne"/>
              <w:spacing w:before="0" w:after="0"/>
              <w:ind w:left="768" w:hanging="76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4EC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Europa Środkowa i Wschodnia : dekady wolności - czas przemian</w:t>
            </w:r>
            <w:r w:rsidRPr="000B0C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T. 3, </w:t>
            </w:r>
            <w:r w:rsidRPr="00804EC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Społeczno-gospodarcze aspekty przemian w Europie Środkowej i </w:t>
            </w:r>
            <w:r w:rsidRPr="00804EC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Wschodniej przed i po 1989 roku</w:t>
            </w:r>
            <w:r w:rsidR="00804E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M. Adamczyk, M. Siekierka, Poznań 2021.</w:t>
            </w:r>
          </w:p>
          <w:p w14:paraId="3596F52B" w14:textId="2A5B4F28" w:rsidR="000B0C39" w:rsidRPr="000B0C39" w:rsidRDefault="000B0C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EF224D1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3AA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69CAB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1369E" w14:textId="77777777" w:rsidR="00694C79" w:rsidRDefault="00694C79" w:rsidP="00C16ABF">
      <w:pPr>
        <w:spacing w:after="0" w:line="240" w:lineRule="auto"/>
      </w:pPr>
      <w:r>
        <w:separator/>
      </w:r>
    </w:p>
  </w:endnote>
  <w:endnote w:type="continuationSeparator" w:id="0">
    <w:p w14:paraId="1CA3619B" w14:textId="77777777" w:rsidR="00694C79" w:rsidRDefault="00694C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BB89F" w14:textId="77777777" w:rsidR="00694C79" w:rsidRDefault="00694C79" w:rsidP="00C16ABF">
      <w:pPr>
        <w:spacing w:after="0" w:line="240" w:lineRule="auto"/>
      </w:pPr>
      <w:r>
        <w:separator/>
      </w:r>
    </w:p>
  </w:footnote>
  <w:footnote w:type="continuationSeparator" w:id="0">
    <w:p w14:paraId="166AA6CA" w14:textId="77777777" w:rsidR="00694C79" w:rsidRDefault="00694C79" w:rsidP="00C16ABF">
      <w:pPr>
        <w:spacing w:after="0" w:line="240" w:lineRule="auto"/>
      </w:pPr>
      <w:r>
        <w:continuationSeparator/>
      </w:r>
    </w:p>
  </w:footnote>
  <w:footnote w:id="1">
    <w:p w14:paraId="038878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7105"/>
    <w:multiLevelType w:val="hybridMultilevel"/>
    <w:tmpl w:val="32823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061C1B"/>
    <w:multiLevelType w:val="multilevel"/>
    <w:tmpl w:val="BE08C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B65F24"/>
    <w:multiLevelType w:val="multilevel"/>
    <w:tmpl w:val="6E482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C20036"/>
    <w:multiLevelType w:val="hybridMultilevel"/>
    <w:tmpl w:val="A2181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67791"/>
    <w:multiLevelType w:val="multilevel"/>
    <w:tmpl w:val="77706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4D3096"/>
    <w:multiLevelType w:val="hybridMultilevel"/>
    <w:tmpl w:val="4DDAF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72889"/>
    <w:multiLevelType w:val="hybridMultilevel"/>
    <w:tmpl w:val="82660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6476421">
    <w:abstractNumId w:val="1"/>
  </w:num>
  <w:num w:numId="2" w16cid:durableId="277106944">
    <w:abstractNumId w:val="3"/>
  </w:num>
  <w:num w:numId="3" w16cid:durableId="956568082">
    <w:abstractNumId w:val="0"/>
  </w:num>
  <w:num w:numId="4" w16cid:durableId="423258622">
    <w:abstractNumId w:val="7"/>
  </w:num>
  <w:num w:numId="5" w16cid:durableId="965428129">
    <w:abstractNumId w:val="6"/>
  </w:num>
  <w:num w:numId="6" w16cid:durableId="1523545882">
    <w:abstractNumId w:val="4"/>
  </w:num>
  <w:num w:numId="7" w16cid:durableId="276569372">
    <w:abstractNumId w:val="5"/>
  </w:num>
  <w:num w:numId="8" w16cid:durableId="5196594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882"/>
    <w:rsid w:val="00084C12"/>
    <w:rsid w:val="0009462C"/>
    <w:rsid w:val="00094B12"/>
    <w:rsid w:val="00096C46"/>
    <w:rsid w:val="000A296F"/>
    <w:rsid w:val="000A2A28"/>
    <w:rsid w:val="000A3CDF"/>
    <w:rsid w:val="000B0C39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0EB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0F5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5D7A"/>
    <w:rsid w:val="00281B0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4F6E29"/>
    <w:rsid w:val="004F7AD9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6560E"/>
    <w:rsid w:val="00671958"/>
    <w:rsid w:val="00675843"/>
    <w:rsid w:val="00677804"/>
    <w:rsid w:val="00694C7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160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54FA"/>
    <w:rsid w:val="007D6E56"/>
    <w:rsid w:val="007F4155"/>
    <w:rsid w:val="00804EC0"/>
    <w:rsid w:val="0081554D"/>
    <w:rsid w:val="0081707E"/>
    <w:rsid w:val="008449B3"/>
    <w:rsid w:val="008545A0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5"/>
    <w:rsid w:val="0090755E"/>
    <w:rsid w:val="00916188"/>
    <w:rsid w:val="00923D7D"/>
    <w:rsid w:val="009508DF"/>
    <w:rsid w:val="00950DAC"/>
    <w:rsid w:val="00954A07"/>
    <w:rsid w:val="00997F14"/>
    <w:rsid w:val="009A10B5"/>
    <w:rsid w:val="009A58F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828"/>
    <w:rsid w:val="00A155EE"/>
    <w:rsid w:val="00A2245B"/>
    <w:rsid w:val="00A30110"/>
    <w:rsid w:val="00A36899"/>
    <w:rsid w:val="00A371F6"/>
    <w:rsid w:val="00A43BF6"/>
    <w:rsid w:val="00A44D52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43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027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008"/>
    <w:rsid w:val="00C56036"/>
    <w:rsid w:val="00C61DC5"/>
    <w:rsid w:val="00C67E92"/>
    <w:rsid w:val="00C70A26"/>
    <w:rsid w:val="00C766DF"/>
    <w:rsid w:val="00C94B98"/>
    <w:rsid w:val="00CA2B96"/>
    <w:rsid w:val="00CA5089"/>
    <w:rsid w:val="00CB6564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74F09"/>
    <w:rsid w:val="00D8075B"/>
    <w:rsid w:val="00D8678B"/>
    <w:rsid w:val="00DA2114"/>
    <w:rsid w:val="00DE09C0"/>
    <w:rsid w:val="00DE4A14"/>
    <w:rsid w:val="00DF320D"/>
    <w:rsid w:val="00DF71C8"/>
    <w:rsid w:val="00E04690"/>
    <w:rsid w:val="00E129B8"/>
    <w:rsid w:val="00E21E7D"/>
    <w:rsid w:val="00E22FBC"/>
    <w:rsid w:val="00E24BF5"/>
    <w:rsid w:val="00E25338"/>
    <w:rsid w:val="00E44AD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2EF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D3205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C460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60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E73C8-73C0-4361-9B60-44290EEE8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6</Pages>
  <Words>1208</Words>
  <Characters>7253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3</cp:revision>
  <cp:lastPrinted>2019-02-06T12:12:00Z</cp:lastPrinted>
  <dcterms:created xsi:type="dcterms:W3CDTF">2025-02-03T17:39:00Z</dcterms:created>
  <dcterms:modified xsi:type="dcterms:W3CDTF">2025-02-26T07:42:00Z</dcterms:modified>
</cp:coreProperties>
</file>